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C2277F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2277F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2277F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2277F">
            <w:pPr>
              <w:pStyle w:val="CUSTOMHeaderText"/>
            </w:pPr>
          </w:p>
        </w:tc>
      </w:tr>
      <w:tr w:rsidR="004C122B" w:rsidTr="00C2277F">
        <w:trPr>
          <w:trHeight w:val="286"/>
        </w:trPr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2277F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C2277F" w:rsidRDefault="00C2277F" w:rsidP="00C2277F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2277F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C2277F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C2277F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062B51" w:rsidP="00DC01AB">
            <w:pPr>
              <w:pStyle w:val="CUSTOMNormal"/>
            </w:pPr>
            <w:bookmarkStart w:id="0" w:name="_GoBack"/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2559468</wp:posOffset>
                      </wp:positionH>
                      <wp:positionV relativeFrom="paragraph">
                        <wp:posOffset>1175639</wp:posOffset>
                      </wp:positionV>
                      <wp:extent cx="52998" cy="183123"/>
                      <wp:effectExtent l="0" t="0" r="23495" b="26670"/>
                      <wp:wrapNone/>
                      <wp:docPr id="34" name="Freeform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998" cy="183123"/>
                              </a:xfrm>
                              <a:custGeom>
                                <a:avLst/>
                                <a:gdLst>
                                  <a:gd name="connsiteX0" fmla="*/ 1792 w 52998"/>
                                  <a:gd name="connsiteY0" fmla="*/ 182880 h 183123"/>
                                  <a:gd name="connsiteX1" fmla="*/ 9107 w 52998"/>
                                  <a:gd name="connsiteY1" fmla="*/ 131674 h 183123"/>
                                  <a:gd name="connsiteX2" fmla="*/ 23737 w 52998"/>
                                  <a:gd name="connsiteY2" fmla="*/ 117043 h 183123"/>
                                  <a:gd name="connsiteX3" fmla="*/ 38368 w 52998"/>
                                  <a:gd name="connsiteY3" fmla="*/ 65837 h 183123"/>
                                  <a:gd name="connsiteX4" fmla="*/ 52998 w 52998"/>
                                  <a:gd name="connsiteY4" fmla="*/ 21946 h 183123"/>
                                  <a:gd name="connsiteX5" fmla="*/ 45683 w 52998"/>
                                  <a:gd name="connsiteY5" fmla="*/ 0 h 183123"/>
                                  <a:gd name="connsiteX6" fmla="*/ 38368 w 52998"/>
                                  <a:gd name="connsiteY6" fmla="*/ 21946 h 183123"/>
                                  <a:gd name="connsiteX7" fmla="*/ 23737 w 52998"/>
                                  <a:gd name="connsiteY7" fmla="*/ 58522 h 183123"/>
                                  <a:gd name="connsiteX8" fmla="*/ 16422 w 52998"/>
                                  <a:gd name="connsiteY8" fmla="*/ 80467 h 183123"/>
                                  <a:gd name="connsiteX9" fmla="*/ 1792 w 52998"/>
                                  <a:gd name="connsiteY9" fmla="*/ 109728 h 183123"/>
                                  <a:gd name="connsiteX10" fmla="*/ 1792 w 52998"/>
                                  <a:gd name="connsiteY10" fmla="*/ 182880 h 1831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52998" h="183123">
                                    <a:moveTo>
                                      <a:pt x="1792" y="182880"/>
                                    </a:moveTo>
                                    <a:cubicBezTo>
                                      <a:pt x="3011" y="186538"/>
                                      <a:pt x="3655" y="148031"/>
                                      <a:pt x="9107" y="131674"/>
                                    </a:cubicBezTo>
                                    <a:cubicBezTo>
                                      <a:pt x="11288" y="125131"/>
                                      <a:pt x="20189" y="122957"/>
                                      <a:pt x="23737" y="117043"/>
                                    </a:cubicBezTo>
                                    <a:cubicBezTo>
                                      <a:pt x="28657" y="108843"/>
                                      <a:pt x="36453" y="72221"/>
                                      <a:pt x="38368" y="65837"/>
                                    </a:cubicBezTo>
                                    <a:cubicBezTo>
                                      <a:pt x="42799" y="51066"/>
                                      <a:pt x="52998" y="21946"/>
                                      <a:pt x="52998" y="21946"/>
                                    </a:cubicBezTo>
                                    <a:cubicBezTo>
                                      <a:pt x="50560" y="14631"/>
                                      <a:pt x="53394" y="0"/>
                                      <a:pt x="45683" y="0"/>
                                    </a:cubicBezTo>
                                    <a:cubicBezTo>
                                      <a:pt x="37972" y="0"/>
                                      <a:pt x="41076" y="14726"/>
                                      <a:pt x="38368" y="21946"/>
                                    </a:cubicBezTo>
                                    <a:cubicBezTo>
                                      <a:pt x="33757" y="34241"/>
                                      <a:pt x="28348" y="46227"/>
                                      <a:pt x="23737" y="58522"/>
                                    </a:cubicBezTo>
                                    <a:cubicBezTo>
                                      <a:pt x="21030" y="65742"/>
                                      <a:pt x="19459" y="73380"/>
                                      <a:pt x="16422" y="80467"/>
                                    </a:cubicBezTo>
                                    <a:cubicBezTo>
                                      <a:pt x="12126" y="90490"/>
                                      <a:pt x="3450" y="98950"/>
                                      <a:pt x="1792" y="109728"/>
                                    </a:cubicBezTo>
                                    <a:cubicBezTo>
                                      <a:pt x="-1545" y="131418"/>
                                      <a:pt x="573" y="179222"/>
                                      <a:pt x="1792" y="18288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4" o:spid="_x0000_s1026" style="position:absolute;margin-left:201.55pt;margin-top:92.55pt;width:4.15pt;height:14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2998,183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" path="m1792,182880v1219,3658,1863,-34849,7315,-51206c11288,125131,20189,122957,23737,117043,28657,108843,36453,72221,38368,65837,42799,51066,52998,21946,52998,21946,50560,14631,53394,,45683,,37972,,41076,14726,38368,21946,33757,34241,28348,46227,23737,58522v-2707,7220,-4278,14858,-7315,21945c12126,90490,3450,98950,1792,109728v-3337,21690,-1219,69494,,73152xe" fillcolor="#0d0d0d [3069]" strokecolor="#0d0d0d [3069]" strokeweight="1pt">
                      <v:stroke joinstyle="miter"/>
                      <v:path arrowok="t" o:connecttype="custom" o:connectlocs="1792,182880;9107,131674;23737,117043;38368,65837;52998,21946;45683,0;38368,21946;23737,58522;16422,80467;1792,109728;1792,182880" o:connectangles="0,0,0,0,0,0,0,0,0,0,0"/>
                    </v:shape>
                  </w:pict>
                </mc:Fallback>
              </mc:AlternateContent>
            </w:r>
            <w:bookmarkEnd w:id="0"/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2625954</wp:posOffset>
                      </wp:positionH>
                      <wp:positionV relativeFrom="paragraph">
                        <wp:posOffset>1175319</wp:posOffset>
                      </wp:positionV>
                      <wp:extent cx="67313" cy="234929"/>
                      <wp:effectExtent l="0" t="0" r="27940" b="13335"/>
                      <wp:wrapNone/>
                      <wp:docPr id="33" name="Freeform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313" cy="234929"/>
                              </a:xfrm>
                              <a:custGeom>
                                <a:avLst/>
                                <a:gdLst>
                                  <a:gd name="connsiteX0" fmla="*/ 15773 w 67313"/>
                                  <a:gd name="connsiteY0" fmla="*/ 234406 h 234929"/>
                                  <a:gd name="connsiteX1" fmla="*/ 1143 w 67313"/>
                                  <a:gd name="connsiteY1" fmla="*/ 197830 h 234929"/>
                                  <a:gd name="connsiteX2" fmla="*/ 15773 w 67313"/>
                                  <a:gd name="connsiteY2" fmla="*/ 88102 h 234929"/>
                                  <a:gd name="connsiteX3" fmla="*/ 45034 w 67313"/>
                                  <a:gd name="connsiteY3" fmla="*/ 29581 h 234929"/>
                                  <a:gd name="connsiteX4" fmla="*/ 52349 w 67313"/>
                                  <a:gd name="connsiteY4" fmla="*/ 320 h 234929"/>
                                  <a:gd name="connsiteX5" fmla="*/ 66979 w 67313"/>
                                  <a:gd name="connsiteY5" fmla="*/ 22266 h 234929"/>
                                  <a:gd name="connsiteX6" fmla="*/ 59664 w 67313"/>
                                  <a:gd name="connsiteY6" fmla="*/ 66157 h 234929"/>
                                  <a:gd name="connsiteX7" fmla="*/ 45034 w 67313"/>
                                  <a:gd name="connsiteY7" fmla="*/ 95418 h 234929"/>
                                  <a:gd name="connsiteX8" fmla="*/ 23088 w 67313"/>
                                  <a:gd name="connsiteY8" fmla="*/ 146624 h 234929"/>
                                  <a:gd name="connsiteX9" fmla="*/ 1143 w 67313"/>
                                  <a:gd name="connsiteY9" fmla="*/ 212461 h 234929"/>
                                  <a:gd name="connsiteX10" fmla="*/ 15773 w 67313"/>
                                  <a:gd name="connsiteY10" fmla="*/ 234406 h 2349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7313" h="234929">
                                    <a:moveTo>
                                      <a:pt x="15773" y="234406"/>
                                    </a:moveTo>
                                    <a:cubicBezTo>
                                      <a:pt x="15773" y="231968"/>
                                      <a:pt x="1962" y="210936"/>
                                      <a:pt x="1143" y="197830"/>
                                    </a:cubicBezTo>
                                    <a:cubicBezTo>
                                      <a:pt x="524" y="187932"/>
                                      <a:pt x="5227" y="113411"/>
                                      <a:pt x="15773" y="88102"/>
                                    </a:cubicBezTo>
                                    <a:cubicBezTo>
                                      <a:pt x="24161" y="67970"/>
                                      <a:pt x="45034" y="29581"/>
                                      <a:pt x="45034" y="29581"/>
                                    </a:cubicBezTo>
                                    <a:cubicBezTo>
                                      <a:pt x="47472" y="19827"/>
                                      <a:pt x="42811" y="3499"/>
                                      <a:pt x="52349" y="320"/>
                                    </a:cubicBezTo>
                                    <a:cubicBezTo>
                                      <a:pt x="60690" y="-2460"/>
                                      <a:pt x="66008" y="13528"/>
                                      <a:pt x="66979" y="22266"/>
                                    </a:cubicBezTo>
                                    <a:cubicBezTo>
                                      <a:pt x="68617" y="37007"/>
                                      <a:pt x="63926" y="51950"/>
                                      <a:pt x="59664" y="66157"/>
                                    </a:cubicBezTo>
                                    <a:cubicBezTo>
                                      <a:pt x="56531" y="76602"/>
                                      <a:pt x="48863" y="85207"/>
                                      <a:pt x="45034" y="95418"/>
                                    </a:cubicBezTo>
                                    <a:cubicBezTo>
                                      <a:pt x="24791" y="149401"/>
                                      <a:pt x="52737" y="102152"/>
                                      <a:pt x="23088" y="146624"/>
                                    </a:cubicBezTo>
                                    <a:lnTo>
                                      <a:pt x="1143" y="212461"/>
                                    </a:lnTo>
                                    <a:cubicBezTo>
                                      <a:pt x="-5025" y="230967"/>
                                      <a:pt x="15773" y="236844"/>
                                      <a:pt x="15773" y="2344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3" o:spid="_x0000_s1026" style="position:absolute;margin-left:206.75pt;margin-top:92.55pt;width:5.3pt;height:1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313,2349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" path="m15773,234406v,-2438,-13811,-23470,-14630,-36576c524,187932,5227,113411,15773,88102,24161,67970,45034,29581,45034,29581,47472,19827,42811,3499,52349,320v8341,-2780,13659,13208,14630,21946c68617,37007,63926,51950,59664,66157,56531,76602,48863,85207,45034,95418v-20243,53983,7703,6734,-21946,51206l1143,212461v-6168,18506,14630,24383,14630,21945xe" fillcolor="#0d0d0d [3069]" strokecolor="#0d0d0d [3069]" strokeweight="1pt">
                      <v:stroke joinstyle="miter"/>
                      <v:path arrowok="t" o:connecttype="custom" o:connectlocs="15773,234406;1143,197830;15773,88102;45034,29581;52349,320;66979,22266;59664,66157;45034,95418;23088,146624;1143,212461;15773,234406" o:connectangles="0,0,0,0,0,0,0,0,0,0,0"/>
                    </v:shape>
                  </w:pict>
                </mc:Fallback>
              </mc:AlternateContent>
            </w:r>
            <w:r w:rsidR="0010140F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329055"/>
                      <wp:effectExtent l="0" t="0" r="0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329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="00C2277F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50-59% </w:t>
                                  </w:r>
                                  <w:proofErr w:type="spellStart"/>
                                  <w:r w:rsidR="00C2277F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C2277F" w:rsidRDefault="00C2277F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04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0O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="00C2277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50-59% </w:t>
                            </w:r>
                            <w:proofErr w:type="spellStart"/>
                            <w:r w:rsidR="00C2277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C2277F" w:rsidRDefault="00C2277F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10140F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329055"/>
                      <wp:effectExtent l="0" t="0" r="16510" b="4445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329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="00C2277F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50-59% </w:t>
                                  </w:r>
                                  <w:proofErr w:type="spellStart"/>
                                  <w:r w:rsidR="00C2277F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C2277F" w:rsidRDefault="00C2277F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04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n57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="00C2277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50-59% </w:t>
                            </w:r>
                            <w:proofErr w:type="spellStart"/>
                            <w:r w:rsidR="00C2277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C2277F" w:rsidRDefault="00C2277F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C2277F" w:rsidRPr="00C2277F" w:rsidRDefault="009E0202" w:rsidP="00C2277F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2277F" w:rsidRPr="00A70E50" w:rsidRDefault="00C2277F" w:rsidP="00C2277F">
            <w:pPr>
              <w:jc w:val="both"/>
              <w:rPr>
                <w:b/>
                <w:sz w:val="22"/>
                <w:u w:val="single"/>
                <w:lang w:val="en-GB"/>
              </w:rPr>
            </w:pPr>
            <w:r w:rsidRPr="00A70E50">
              <w:rPr>
                <w:b/>
                <w:sz w:val="22"/>
                <w:u w:val="single"/>
                <w:lang w:val="en-GB"/>
              </w:rPr>
              <w:t>RIGHT:</w:t>
            </w:r>
          </w:p>
          <w:p w:rsidR="00C2277F" w:rsidRDefault="00C2277F" w:rsidP="00C2277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(CCA), External (ECA) and Internal (ICA) Carotid arteries are all patent with no significant stenosis detected. A moderate amount of homogenous atheroma is noted in the proximal ICA and bulb, 50-59% haemodynamic stenosis is noted. </w:t>
            </w:r>
          </w:p>
          <w:p w:rsidR="00C2277F" w:rsidRDefault="00C2277F" w:rsidP="00C2277F">
            <w:pPr>
              <w:tabs>
                <w:tab w:val="left" w:pos="1875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ICA PSV= </w:t>
            </w:r>
            <w:r w:rsidR="0010140F">
              <w:rPr>
                <w:lang w:val="en-GB"/>
              </w:rPr>
              <w:t>152</w:t>
            </w:r>
            <w:r>
              <w:rPr>
                <w:lang w:val="en-GB"/>
              </w:rPr>
              <w:t>cm/s</w:t>
            </w:r>
            <w:r>
              <w:rPr>
                <w:lang w:val="en-GB"/>
              </w:rPr>
              <w:tab/>
            </w:r>
          </w:p>
          <w:p w:rsidR="00C2277F" w:rsidRDefault="00C2277F" w:rsidP="00C2277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ICA EDV= </w:t>
            </w:r>
            <w:r w:rsidR="0010140F">
              <w:rPr>
                <w:lang w:val="en-GB"/>
              </w:rPr>
              <w:t>38</w:t>
            </w:r>
            <w:r>
              <w:rPr>
                <w:lang w:val="en-GB"/>
              </w:rPr>
              <w:t>cm/s</w:t>
            </w:r>
          </w:p>
          <w:p w:rsidR="00C2277F" w:rsidRDefault="00C2277F" w:rsidP="00C2277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vertebral artery is patent with antegrade flow demonstrated. </w:t>
            </w:r>
          </w:p>
          <w:p w:rsidR="00C2277F" w:rsidRDefault="00C2277F" w:rsidP="00C2277F">
            <w:pPr>
              <w:ind w:firstLine="720"/>
              <w:jc w:val="both"/>
              <w:rPr>
                <w:lang w:val="en-GB"/>
              </w:rPr>
            </w:pPr>
          </w:p>
          <w:p w:rsidR="00C2277F" w:rsidRPr="00A70E50" w:rsidRDefault="00C2277F" w:rsidP="00C2277F">
            <w:pPr>
              <w:jc w:val="both"/>
              <w:rPr>
                <w:b/>
                <w:sz w:val="22"/>
                <w:u w:val="single"/>
                <w:lang w:val="en-GB"/>
              </w:rPr>
            </w:pPr>
            <w:r w:rsidRPr="00A70E50">
              <w:rPr>
                <w:b/>
                <w:sz w:val="22"/>
                <w:u w:val="single"/>
                <w:lang w:val="en-GB"/>
              </w:rPr>
              <w:t>LEFT:</w:t>
            </w:r>
          </w:p>
          <w:p w:rsidR="00C2277F" w:rsidRDefault="00C2277F" w:rsidP="00C2277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Common (CCA), External (ECA) and Internal (ICA) Carotid arteries are all patent with no significant stenosis detected. A moderate amount of homogenous atheroma is noted in the proximal ICA and bulb, 50-59% haemodynamic stenosis is noted.</w:t>
            </w:r>
          </w:p>
          <w:p w:rsidR="00C2277F" w:rsidRDefault="00C2277F" w:rsidP="00C2277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ICA PSV= </w:t>
            </w:r>
            <w:r w:rsidR="0010140F">
              <w:rPr>
                <w:lang w:val="en-GB"/>
              </w:rPr>
              <w:t>152</w:t>
            </w:r>
            <w:r>
              <w:rPr>
                <w:lang w:val="en-GB"/>
              </w:rPr>
              <w:t>cm/s</w:t>
            </w:r>
          </w:p>
          <w:p w:rsidR="00C2277F" w:rsidRDefault="00C2277F" w:rsidP="00C2277F">
            <w:pPr>
              <w:tabs>
                <w:tab w:val="left" w:pos="1942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ICA EDV= </w:t>
            </w:r>
            <w:r w:rsidR="0010140F">
              <w:rPr>
                <w:lang w:val="en-GB"/>
              </w:rPr>
              <w:t>32</w:t>
            </w:r>
            <w:r>
              <w:rPr>
                <w:lang w:val="en-GB"/>
              </w:rPr>
              <w:t>cm/s</w:t>
            </w:r>
            <w:r>
              <w:rPr>
                <w:lang w:val="en-GB"/>
              </w:rPr>
              <w:tab/>
            </w:r>
          </w:p>
          <w:p w:rsidR="00C2277F" w:rsidRDefault="00C2277F" w:rsidP="00C2277F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vertebral artery is patent with antegrade flow demonstrated. </w:t>
            </w:r>
          </w:p>
          <w:p w:rsidR="00C2277F" w:rsidRDefault="00C2277F" w:rsidP="00C2277F">
            <w:pPr>
              <w:jc w:val="both"/>
              <w:rPr>
                <w:lang w:val="en-GB"/>
              </w:rPr>
            </w:pPr>
          </w:p>
          <w:p w:rsidR="009E0202" w:rsidRDefault="009E0202" w:rsidP="00DC01AB">
            <w:pPr>
              <w:pStyle w:val="CUSTOMColumnText"/>
            </w:pPr>
          </w:p>
          <w:p w:rsidR="00C2277F" w:rsidRPr="00DC01AB" w:rsidRDefault="00C2277F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C2277F" w:rsidRPr="00C2277F" w:rsidRDefault="00C2277F" w:rsidP="00C2277F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77F" w:rsidRDefault="00C2277F" w:rsidP="005748E3">
      <w:r>
        <w:separator/>
      </w:r>
    </w:p>
  </w:endnote>
  <w:endnote w:type="continuationSeparator" w:id="0">
    <w:p w:rsidR="00C2277F" w:rsidRDefault="00C2277F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10140F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8255" t="11430" r="5080" b="6985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8255" t="8255" r="10795" b="1016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8255" t="15875" r="10795" b="1206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8890" t="15875" r="6985" b="1016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8255" t="6350" r="0" b="444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3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4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5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8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0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1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2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iYMEA&#10;AADaAAAADwAAAGRycy9kb3ducmV2LnhtbESP0WoCMRRE3wv+Q7iCL0WzuqWW1SgiCH0qrPUDLpvb&#10;zWJys2yiG//eFAp9HGbmDLPdJ2fFnYbQeVawXBQgiBuvO24VXL5P8w8QISJrtJ5JwYMC7HeTly1W&#10;2o9c0/0cW5EhHCpUYGLsKylDY8hhWPieOHs/fnAYsxxaqQccM9xZuSqKd+mw47xgsKejoeZ6vjkF&#10;r8EmZ+q2XNXrdDncRluWX1ap2TQdNiAipfgf/mt/agVv8Hsl3w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LomD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q2cEA&#10;AADaAAAADwAAAGRycy9kb3ducmV2LnhtbERPXWvCMBR9H/gfwhX2tqZuIFIbZQyFDRy6WvD12ty1&#10;Zc1Nl2Ra/fXmQdjj4Xzny8F04kTOt5YVTJIUBHFldcu1gnK/fpqB8AFZY2eZFFzIw3Ixesgx0/bM&#10;X3QqQi1iCPsMFTQh9JmUvmrIoE9sTxy5b+sMhghdLbXDcww3nXxO06k02HJsaLCnt4aqn+LPKHCr&#10;8rCattuX3eY3bK6zoT9+8odSj+PhdQ4i0BD+xXf3u1YQt8Yr8Qb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lqtnBAAAA2gAAAA8AAAAAAAAAAAAAAAAAmAIAAGRycy9kb3du&#10;cmV2LnhtbFBLBQYAAAAABAAEAPUAAACGAwAAAAA=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0aM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k/h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e0aM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sHMEA&#10;AADbAAAADwAAAGRycy9kb3ducmV2LnhtbERPTWsCMRC9F/wPYQRvNWuxpaxGEbHgQbBqvQ+bcbOY&#10;TNZN3F3/vSkUepvH+5z5sndWtNSEyrOCyTgDQVx4XXGp4Of09foJIkRkjdYzKXhQgOVi8DLHXPuO&#10;D9QeYylSCIccFZgY61zKUBhyGMa+Jk7cxTcOY4JNKXWDXQp3Vr5l2Yd0WHFqMFjT2lBxPd6dgvJ2&#10;2J3NdTo57bv13dnN/tvZVqnRsF/NQETq47/4z73Vaf47/P6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+LBzBAAAA2wAAAA8AAAAAAAAAAAAAAAAAmAIAAGRycy9kb3du&#10;cmV2LnhtbFBLBQYAAAAABAAEAPUAAACG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77F" w:rsidRDefault="00C2277F" w:rsidP="005748E3">
      <w:r>
        <w:separator/>
      </w:r>
    </w:p>
  </w:footnote>
  <w:footnote w:type="continuationSeparator" w:id="0">
    <w:p w:rsidR="00C2277F" w:rsidRDefault="00C2277F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10140F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10140F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7F"/>
    <w:rsid w:val="00030ECC"/>
    <w:rsid w:val="00033B0B"/>
    <w:rsid w:val="00053552"/>
    <w:rsid w:val="0006170F"/>
    <w:rsid w:val="00062B51"/>
    <w:rsid w:val="00075B57"/>
    <w:rsid w:val="00094718"/>
    <w:rsid w:val="00096BBB"/>
    <w:rsid w:val="000B1F8C"/>
    <w:rsid w:val="000C302A"/>
    <w:rsid w:val="000D03AD"/>
    <w:rsid w:val="0010140F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D613D"/>
    <w:rsid w:val="002D7122"/>
    <w:rsid w:val="002E04BC"/>
    <w:rsid w:val="002F5484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2277F"/>
    <w:rsid w:val="00C64AE2"/>
    <w:rsid w:val="00CB3119"/>
    <w:rsid w:val="00CC6795"/>
    <w:rsid w:val="00CE6813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7F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77F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20</TotalTime>
  <Pages>2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Sims</dc:creator>
  <cp:lastModifiedBy>Daniel Sims</cp:lastModifiedBy>
  <cp:revision>2</cp:revision>
  <cp:lastPrinted>2019-01-18T11:11:00Z</cp:lastPrinted>
  <dcterms:created xsi:type="dcterms:W3CDTF">2019-07-31T09:13:00Z</dcterms:created>
  <dcterms:modified xsi:type="dcterms:W3CDTF">2019-10-15T13:41:00Z</dcterms:modified>
</cp:coreProperties>
</file>